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342" w:rsidRDefault="006D518E">
      <w:pPr>
        <w:rPr>
          <w:rFonts w:ascii="Georgia" w:hAnsi="Georgia"/>
          <w:sz w:val="24"/>
          <w:szCs w:val="24"/>
        </w:rPr>
      </w:pPr>
      <w:bookmarkStart w:id="0" w:name="_GoBack"/>
      <w:bookmarkEnd w:id="0"/>
      <w:r>
        <w:rPr>
          <w:rFonts w:ascii="Georgia" w:hAnsi="Georgia"/>
          <w:sz w:val="24"/>
          <w:szCs w:val="24"/>
        </w:rPr>
        <w:t>Shelly Webster</w:t>
      </w:r>
    </w:p>
    <w:p w:rsidR="006D518E" w:rsidRDefault="006D518E">
      <w:pPr>
        <w:rPr>
          <w:rFonts w:ascii="Georgia" w:hAnsi="Georgia"/>
          <w:sz w:val="24"/>
          <w:szCs w:val="24"/>
        </w:rPr>
      </w:pPr>
      <w:r>
        <w:rPr>
          <w:rFonts w:ascii="Georgia" w:hAnsi="Georgia"/>
          <w:sz w:val="24"/>
          <w:szCs w:val="24"/>
        </w:rPr>
        <w:t>Why Chromebooks Should Rule the School</w:t>
      </w:r>
    </w:p>
    <w:p w:rsidR="006D518E" w:rsidRDefault="006D518E" w:rsidP="006D518E">
      <w:pPr>
        <w:jc w:val="center"/>
        <w:rPr>
          <w:rFonts w:ascii="Georgia" w:hAnsi="Georgia"/>
          <w:sz w:val="24"/>
          <w:szCs w:val="24"/>
        </w:rPr>
      </w:pPr>
      <w:r>
        <w:rPr>
          <w:rFonts w:ascii="Georgia" w:hAnsi="Georgia"/>
          <w:sz w:val="24"/>
          <w:szCs w:val="24"/>
        </w:rPr>
        <w:t>Journal summary</w:t>
      </w:r>
    </w:p>
    <w:p w:rsidR="006D518E" w:rsidRDefault="006D518E" w:rsidP="006D518E">
      <w:pPr>
        <w:spacing w:line="480" w:lineRule="auto"/>
        <w:ind w:firstLine="720"/>
        <w:rPr>
          <w:rFonts w:ascii="Georgia" w:hAnsi="Georgia"/>
          <w:sz w:val="24"/>
          <w:szCs w:val="24"/>
        </w:rPr>
      </w:pPr>
      <w:r>
        <w:rPr>
          <w:rFonts w:ascii="Georgia" w:hAnsi="Georgia"/>
          <w:sz w:val="24"/>
          <w:szCs w:val="24"/>
        </w:rPr>
        <w:t xml:space="preserve">I read the article “Why Chromebooks Should Rule the School” by Greg Klein. This article was an opinion piece on why Chromebooks are the best technology to use in schools. Greg talks about four main factors that should determine what technology is the best fit for schools. Those factors are affordability, </w:t>
      </w:r>
      <w:proofErr w:type="spellStart"/>
      <w:r w:rsidR="000360BE">
        <w:rPr>
          <w:rFonts w:ascii="Georgia" w:hAnsi="Georgia"/>
          <w:sz w:val="24"/>
          <w:szCs w:val="24"/>
        </w:rPr>
        <w:t>deploy</w:t>
      </w:r>
      <w:r>
        <w:rPr>
          <w:rFonts w:ascii="Georgia" w:hAnsi="Georgia"/>
          <w:sz w:val="24"/>
          <w:szCs w:val="24"/>
        </w:rPr>
        <w:t>ability</w:t>
      </w:r>
      <w:proofErr w:type="spellEnd"/>
      <w:r>
        <w:rPr>
          <w:rFonts w:ascii="Georgia" w:hAnsi="Georgia"/>
          <w:sz w:val="24"/>
          <w:szCs w:val="24"/>
        </w:rPr>
        <w:t xml:space="preserve">, usability, and supportability. According to Greg, Chromebooks are affordable costing substantially less than Windows laptops and Apple Mac Books. Chromebooks are also deployable as students can get them up and running in a few minutes. Chromebooks are also easy to use since it runs on the web. Lastly since Chromebooks are always up to date </w:t>
      </w:r>
      <w:r w:rsidR="000360BE">
        <w:rPr>
          <w:rFonts w:ascii="Georgia" w:hAnsi="Georgia"/>
          <w:sz w:val="24"/>
          <w:szCs w:val="24"/>
        </w:rPr>
        <w:t xml:space="preserve">so </w:t>
      </w:r>
      <w:r>
        <w:rPr>
          <w:rFonts w:ascii="Georgia" w:hAnsi="Georgia"/>
          <w:sz w:val="24"/>
          <w:szCs w:val="24"/>
        </w:rPr>
        <w:t>you do not need to have extra</w:t>
      </w:r>
      <w:r w:rsidR="000360BE">
        <w:rPr>
          <w:rFonts w:ascii="Georgia" w:hAnsi="Georgia"/>
          <w:sz w:val="24"/>
          <w:szCs w:val="24"/>
        </w:rPr>
        <w:t xml:space="preserve"> tech</w:t>
      </w:r>
      <w:r>
        <w:rPr>
          <w:rFonts w:ascii="Georgia" w:hAnsi="Georgia"/>
          <w:sz w:val="24"/>
          <w:szCs w:val="24"/>
        </w:rPr>
        <w:t xml:space="preserve"> support. Greg also talked about Chromebooks being better than tablets because you have a keyboard and doing spreadsheets and presentations are easier on laptop like devices. Greg did state that Chromebooks do not have the same productivity as Microsoft Suite but that there are enough features that make it easy for K-12 users.</w:t>
      </w:r>
    </w:p>
    <w:p w:rsidR="006D518E" w:rsidRPr="006D518E" w:rsidRDefault="006D518E" w:rsidP="006D518E">
      <w:pPr>
        <w:spacing w:line="480" w:lineRule="auto"/>
        <w:rPr>
          <w:rFonts w:ascii="Georgia" w:hAnsi="Georgia"/>
          <w:sz w:val="24"/>
          <w:szCs w:val="24"/>
        </w:rPr>
      </w:pPr>
      <w:r>
        <w:rPr>
          <w:rFonts w:ascii="Georgia" w:hAnsi="Georgia"/>
          <w:sz w:val="24"/>
          <w:szCs w:val="24"/>
        </w:rPr>
        <w:tab/>
        <w:t>I liked this article and found Greg to make some valid points. I worked at Memorial Middle School for a year a few years ago and all the kids there had Chromebooks. At the time, I didn’t even know what they were or what Chrome was. All the kids seemed to enjoy working on their Chromebooks. My 4</w:t>
      </w:r>
      <w:r w:rsidRPr="006D518E">
        <w:rPr>
          <w:rFonts w:ascii="Georgia" w:hAnsi="Georgia"/>
          <w:sz w:val="24"/>
          <w:szCs w:val="24"/>
          <w:vertAlign w:val="superscript"/>
        </w:rPr>
        <w:t>th</w:t>
      </w:r>
      <w:r>
        <w:rPr>
          <w:rFonts w:ascii="Georgia" w:hAnsi="Georgia"/>
          <w:sz w:val="24"/>
          <w:szCs w:val="24"/>
        </w:rPr>
        <w:t xml:space="preserve"> grade son also uses a Chromebook in school and really loves it.  I also really like the fact that the Cloud saves all your work in real time on the internet so you never have to worry about losing your work. I do not know how many term papers I lost my first few years of college because Word crashed!  </w:t>
      </w:r>
    </w:p>
    <w:sectPr w:rsidR="006D518E" w:rsidRPr="006D51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18E"/>
    <w:rsid w:val="000360BE"/>
    <w:rsid w:val="000B49D4"/>
    <w:rsid w:val="0046007F"/>
    <w:rsid w:val="006D518E"/>
    <w:rsid w:val="009525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26F3B6-F9B9-435D-9660-75D686A10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EABC7E0A</Template>
  <TotalTime>0</TotalTime>
  <Pages>1</Pages>
  <Words>254</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Michelle Webster</cp:lastModifiedBy>
  <cp:revision>2</cp:revision>
  <dcterms:created xsi:type="dcterms:W3CDTF">2015-12-03T02:00:00Z</dcterms:created>
  <dcterms:modified xsi:type="dcterms:W3CDTF">2015-12-03T02:00:00Z</dcterms:modified>
</cp:coreProperties>
</file>